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156D081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2DD4FC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F4B2A56" w14:textId="4CDF0D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1C5A2D" w:rsidR="00422405">
        <w:rPr>
          <w:rFonts w:ascii="Corbel" w:hAnsi="Corbel"/>
          <w:smallCaps/>
          <w:sz w:val="24"/>
          <w:szCs w:val="24"/>
        </w:rPr>
        <w:t>20</w:t>
      </w:r>
      <w:r w:rsidRPr="001C5A2D" w:rsidR="001C5A2D">
        <w:rPr>
          <w:rFonts w:ascii="Corbel" w:hAnsi="Corbel"/>
          <w:smallCaps/>
          <w:sz w:val="24"/>
          <w:szCs w:val="24"/>
        </w:rPr>
        <w:t>19</w:t>
      </w:r>
      <w:r w:rsidRPr="001C5A2D" w:rsidR="00422405">
        <w:rPr>
          <w:rFonts w:ascii="Corbel" w:hAnsi="Corbel"/>
          <w:smallCaps/>
          <w:sz w:val="24"/>
          <w:szCs w:val="24"/>
        </w:rPr>
        <w:t>-202</w:t>
      </w:r>
      <w:r w:rsidRPr="001C5A2D" w:rsidR="001C5A2D">
        <w:rPr>
          <w:rFonts w:ascii="Corbel" w:hAnsi="Corbel"/>
          <w:smallCaps/>
          <w:sz w:val="24"/>
          <w:szCs w:val="24"/>
        </w:rPr>
        <w:t>2</w:t>
      </w:r>
    </w:p>
    <w:p w:rsidR="0085747A" w:rsidP="00EA4832" w:rsidRDefault="00EA4832" w14:paraId="11A40E4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1C5A2D" w:rsidR="00445970" w:rsidP="00EA4832" w:rsidRDefault="00445970" w14:paraId="5DC5200C" w14:textId="20B8D491">
      <w:pPr>
        <w:spacing w:after="0" w:line="240" w:lineRule="exact"/>
        <w:jc w:val="both"/>
        <w:rPr>
          <w:rFonts w:ascii="Corbel" w:hAnsi="Corbel"/>
          <w:sz w:val="18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1436B1">
        <w:rPr>
          <w:rFonts w:ascii="Corbel" w:hAnsi="Corbel"/>
          <w:sz w:val="20"/>
          <w:szCs w:val="20"/>
        </w:rPr>
        <w:t>20</w:t>
      </w:r>
      <w:r w:rsidR="00056C60">
        <w:rPr>
          <w:rFonts w:ascii="Corbel" w:hAnsi="Corbel"/>
          <w:sz w:val="20"/>
          <w:szCs w:val="20"/>
        </w:rPr>
        <w:t>2</w:t>
      </w:r>
      <w:r w:rsidR="001C5A2D">
        <w:rPr>
          <w:rFonts w:ascii="Corbel" w:hAnsi="Corbel"/>
          <w:sz w:val="20"/>
          <w:szCs w:val="20"/>
        </w:rPr>
        <w:t>0</w:t>
      </w:r>
      <w:r w:rsidR="001436B1">
        <w:rPr>
          <w:rFonts w:ascii="Corbel" w:hAnsi="Corbel"/>
          <w:sz w:val="20"/>
          <w:szCs w:val="20"/>
        </w:rPr>
        <w:t>/</w:t>
      </w:r>
      <w:r w:rsidRPr="001C5A2D" w:rsidR="00422405">
        <w:rPr>
          <w:rFonts w:ascii="Corbel" w:hAnsi="Corbel"/>
          <w:sz w:val="20"/>
          <w:szCs w:val="20"/>
        </w:rPr>
        <w:t>202</w:t>
      </w:r>
      <w:r w:rsidRPr="001C5A2D" w:rsidR="001C5A2D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6E6B4D2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7C382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07AAADE" w14:paraId="6DBBCA8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983C9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07AAADE" w:rsidRDefault="00422405" w14:paraId="3FE27553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07AAADE" w:rsidR="00422405">
              <w:rPr>
                <w:rFonts w:ascii="Corbel" w:hAnsi="Corbel"/>
                <w:b w:val="0"/>
                <w:bCs w:val="0"/>
                <w:sz w:val="24"/>
                <w:szCs w:val="24"/>
              </w:rPr>
              <w:t>Bezpieczeństwo informatyczne</w:t>
            </w:r>
          </w:p>
        </w:tc>
      </w:tr>
      <w:tr w:rsidRPr="009C54AE" w:rsidR="0085747A" w:rsidTr="607AAADE" w14:paraId="54FEC15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85604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07AAADE" w:rsidRDefault="00422405" w14:paraId="76FFF8F5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07AAADE" w:rsidR="00422405">
              <w:rPr>
                <w:rFonts w:ascii="Corbel" w:hAnsi="Corbel"/>
                <w:b w:val="0"/>
                <w:bCs w:val="0"/>
                <w:sz w:val="24"/>
                <w:szCs w:val="24"/>
              </w:rPr>
              <w:t>BW44</w:t>
            </w:r>
          </w:p>
        </w:tc>
      </w:tr>
      <w:tr w:rsidRPr="009C54AE" w:rsidR="0085747A" w:rsidTr="607AAADE" w14:paraId="501E8DE7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C4C2E0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51C14" w14:paraId="218D98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1C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07AAADE" w14:paraId="0266FDA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F36C9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0644F" w14:paraId="33CE0A1E" w14:textId="7B4D11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07AAADE" w14:paraId="5C7B183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1E11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2405" w14:paraId="508A16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607AAADE" w14:paraId="287988F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95C55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2405" w14:paraId="66500F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9C54AE" w:rsidR="0085747A" w:rsidTr="607AAADE" w14:paraId="788490E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988B0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2405" w14:paraId="6BDC2B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607AAADE" w14:paraId="1F485CE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0B87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2405" w14:paraId="0FDFFF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07AAADE" w14:paraId="0835E6E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20F9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2405" w14:paraId="2A0476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F18A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F18AC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Pr="009C54AE" w:rsidR="0085747A" w:rsidTr="607AAADE" w14:paraId="132C06D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6E8D8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22405" w14:paraId="7DC1E9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607AAADE" w14:paraId="1D206B9D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B0F92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422405" w14:paraId="3F6EEA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607AAADE" w14:paraId="1D535D3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FCD2A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07AAADE" w:rsidRDefault="00422405" w14:paraId="7CDF4B29" w14:textId="6305618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07AAADE" w:rsidR="3A276BB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hab. </w:t>
            </w:r>
            <w:r w:rsidRPr="607AAADE" w:rsidR="00422405">
              <w:rPr>
                <w:rFonts w:ascii="Corbel" w:hAnsi="Corbel"/>
                <w:b w:val="0"/>
                <w:bCs w:val="0"/>
                <w:sz w:val="24"/>
                <w:szCs w:val="24"/>
              </w:rPr>
              <w:t>Przemysław Maj</w:t>
            </w:r>
            <w:r w:rsidRPr="607AAADE" w:rsidR="35F9CC48">
              <w:rPr>
                <w:rFonts w:ascii="Corbel" w:hAnsi="Corbel"/>
                <w:b w:val="0"/>
                <w:bCs w:val="0"/>
                <w:sz w:val="24"/>
                <w:szCs w:val="24"/>
              </w:rPr>
              <w:t>, prof. UR</w:t>
            </w:r>
          </w:p>
        </w:tc>
      </w:tr>
      <w:tr w:rsidRPr="009C54AE" w:rsidR="0085747A" w:rsidTr="607AAADE" w14:paraId="7A764F5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22B70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07AAADE" w:rsidRDefault="00422405" w14:paraId="77906B6E" w14:textId="3429152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07AAADE" w:rsidR="1370324A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607AAADE" w:rsidR="00422405">
              <w:rPr>
                <w:rFonts w:ascii="Corbel" w:hAnsi="Corbel"/>
                <w:b w:val="0"/>
                <w:bCs w:val="0"/>
                <w:sz w:val="24"/>
                <w:szCs w:val="24"/>
              </w:rPr>
              <w:t>gr inż. Jacek Kwaśniak</w:t>
            </w:r>
          </w:p>
        </w:tc>
      </w:tr>
    </w:tbl>
    <w:p w:rsidRPr="009C54AE" w:rsidR="0085747A" w:rsidP="009C54AE" w:rsidRDefault="0085747A" w14:paraId="27CE007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name="_GoBack" w:id="0"/>
      <w:bookmarkEnd w:id="0"/>
    </w:p>
    <w:p w:rsidRPr="009C54AE" w:rsidR="00923D7D" w:rsidP="009C54AE" w:rsidRDefault="00923D7D" w14:paraId="24F3A8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2839D2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E306FC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3D2581F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33D0F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87E91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A9BA6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5AF6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CBA87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FDD2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69019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14202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C6EC6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D51E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FBE8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422405" w:rsidTr="00A77DE1" w14:paraId="5B432FD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D0644F" w14:paraId="62F76440" w14:textId="692371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422405" w14:paraId="47CDD9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422405" w14:paraId="3F2551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2A3575" w14:paraId="15B306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422405" w14:paraId="101B34D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422405" w14:paraId="7EC5D1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422405" w14:paraId="06142E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422405" w14:paraId="4F4B62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422405" w14:paraId="19FD13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422405" w:rsidP="00422405" w:rsidRDefault="00422405" w14:paraId="1CCF642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3B8F6A5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7EEF1D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4C03FA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22405" w14:paraId="0E56201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6B3E">
        <w:rPr>
          <w:rFonts w:eastAsia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919DE1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06AA4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07AAADE" w:rsidRDefault="00E22FBC" w14:paraId="662826AF" w14:textId="77777777" w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07AAADE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07AAADE" w:rsidR="00E22FBC">
        <w:rPr>
          <w:rFonts w:ascii="Corbel" w:hAnsi="Corbel"/>
          <w:caps w:val="0"/>
          <w:smallCaps w:val="0"/>
        </w:rPr>
        <w:t>For</w:t>
      </w:r>
      <w:r w:rsidRPr="607AAADE" w:rsidR="00445970">
        <w:rPr>
          <w:rFonts w:ascii="Corbel" w:hAnsi="Corbel"/>
          <w:caps w:val="0"/>
          <w:smallCaps w:val="0"/>
        </w:rPr>
        <w:t xml:space="preserve">ma zaliczenia przedmiotu </w:t>
      </w:r>
      <w:r w:rsidRPr="607AAADE" w:rsidR="00E22FBC">
        <w:rPr>
          <w:rFonts w:ascii="Corbel" w:hAnsi="Corbel"/>
          <w:caps w:val="0"/>
          <w:smallCaps w:val="0"/>
        </w:rPr>
        <w:t xml:space="preserve"> (z toku) </w:t>
      </w:r>
      <w:r w:rsidRPr="607AAADE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607AAADE" w:rsidR="00E22FBC">
        <w:rPr>
          <w:rFonts w:ascii="Corbel" w:hAnsi="Corbel"/>
          <w:b w:val="0"/>
          <w:bCs w:val="0"/>
          <w:caps w:val="0"/>
          <w:smallCaps w:val="0"/>
          <w:u w:val="none"/>
        </w:rPr>
        <w:t>zaliczenie z oceną</w:t>
      </w:r>
      <w:r w:rsidRPr="607AAADE" w:rsidR="00E22FBC">
        <w:rPr>
          <w:rFonts w:ascii="Corbel" w:hAnsi="Corbel"/>
          <w:b w:val="0"/>
          <w:bCs w:val="0"/>
          <w:caps w:val="0"/>
          <w:smallCaps w:val="0"/>
          <w:u w:val="none"/>
        </w:rPr>
        <w:t>,</w:t>
      </w:r>
      <w:r w:rsidRPr="607AAADE" w:rsidR="00E22FBC">
        <w:rPr>
          <w:rFonts w:ascii="Corbel" w:hAnsi="Corbel"/>
          <w:b w:val="0"/>
          <w:bCs w:val="0"/>
          <w:caps w:val="0"/>
          <w:smallCaps w:val="0"/>
        </w:rPr>
        <w:t xml:space="preserve"> zaliczenie bez oceny)</w:t>
      </w:r>
    </w:p>
    <w:p w:rsidR="009C54AE" w:rsidP="00422405" w:rsidRDefault="00422405" w14:paraId="2D610275" w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4F18AC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7DA818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4B334E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422405" w:rsidP="009C54AE" w:rsidRDefault="00422405" w14:paraId="5A009C3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A5891A9" w14:textId="77777777">
        <w:tc>
          <w:tcPr>
            <w:tcW w:w="9670" w:type="dxa"/>
          </w:tcPr>
          <w:p w:rsidRPr="009C54AE" w:rsidR="0085747A" w:rsidP="00422405" w:rsidRDefault="00422405" w14:paraId="6476BDB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4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OBSŁUGA KOMPUTERA I UMIEJĘTNOŚĆ KORZYSTANIA Z SIECI.</w:t>
            </w:r>
          </w:p>
        </w:tc>
      </w:tr>
    </w:tbl>
    <w:p w:rsidR="00153C41" w:rsidP="009C54AE" w:rsidRDefault="00153C41" w14:paraId="72D8D01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2B4F2E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2D85AD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120F34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8218BD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6"/>
        <w:gridCol w:w="8962"/>
      </w:tblGrid>
      <w:tr w:rsidRPr="00E96B3E" w:rsidR="00422405" w:rsidTr="607AAADE" w14:paraId="044B92F6" w14:textId="77777777">
        <w:trPr>
          <w:trHeight w:val="919"/>
          <w:jc w:val="center"/>
        </w:trPr>
        <w:tc>
          <w:tcPr>
            <w:tcW w:w="667" w:type="dxa"/>
            <w:tcMar/>
            <w:vAlign w:val="center"/>
          </w:tcPr>
          <w:p w:rsidRPr="004F18AC" w:rsidR="00422405" w:rsidP="00D82C33" w:rsidRDefault="00422405" w14:paraId="59FE6E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05" w:type="dxa"/>
            <w:tcMar/>
            <w:vAlign w:val="center"/>
          </w:tcPr>
          <w:p w:rsidRPr="004F18AC" w:rsidR="00422405" w:rsidP="607AAADE" w:rsidRDefault="00422405" w14:paraId="10E6E0D2" w14:textId="7777777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17" w:lineRule="exact"/>
              <w:outlineLvl w:val="0"/>
            </w:pPr>
            <w:r w:rsidRPr="607AAADE" w:rsidR="00422405">
              <w:rPr>
                <w:rFonts w:ascii="Corbel" w:hAnsi="Corbel"/>
                <w:spacing w:val="-4"/>
                <w:sz w:val="24"/>
                <w:szCs w:val="24"/>
              </w:rPr>
              <w:t xml:space="preserve">Zapoznanie z podstawowymi </w:t>
            </w:r>
            <w:r w:rsidRPr="004F18AC" w:rsidR="00422405">
              <w:rPr>
                <w:rFonts w:ascii="Corbel" w:hAnsi="Corbel"/>
                <w:sz w:val="24"/>
                <w:szCs w:val="24"/>
              </w:rPr>
              <w:t xml:space="preserve">zagadnieniami związanymi z bezpieczeństwem, odniesienie do świata wirtualnego oraz technologicznego. </w:t>
            </w:r>
          </w:p>
        </w:tc>
      </w:tr>
      <w:tr w:rsidRPr="00E96B3E" w:rsidR="00422405" w:rsidTr="607AAADE" w14:paraId="100229E6" w14:textId="77777777">
        <w:trPr>
          <w:trHeight w:val="613"/>
          <w:jc w:val="center"/>
        </w:trPr>
        <w:tc>
          <w:tcPr>
            <w:tcW w:w="667" w:type="dxa"/>
            <w:tcMar/>
            <w:vAlign w:val="center"/>
          </w:tcPr>
          <w:p w:rsidRPr="004F18AC" w:rsidR="00422405" w:rsidP="00D82C33" w:rsidRDefault="00422405" w14:paraId="6251A37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18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05" w:type="dxa"/>
            <w:tcMar/>
            <w:vAlign w:val="center"/>
          </w:tcPr>
          <w:p w:rsidRPr="004F18AC" w:rsidR="00422405" w:rsidP="00D82C33" w:rsidRDefault="00422405" w14:paraId="70F8B344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4F18AC">
              <w:rPr>
                <w:rFonts w:ascii="Corbel" w:hAnsi="Corbel"/>
                <w:sz w:val="24"/>
                <w:szCs w:val="24"/>
              </w:rPr>
              <w:t>Przedstawienie sposobów i możliwości realizacyjnych zabezpieczania systemów informatycznych w tym sieci komputerowych.</w:t>
            </w:r>
          </w:p>
        </w:tc>
      </w:tr>
      <w:tr w:rsidRPr="00E96B3E" w:rsidR="00422405" w:rsidTr="607AAADE" w14:paraId="6D5EFD36" w14:textId="77777777">
        <w:trPr>
          <w:trHeight w:val="642"/>
          <w:jc w:val="center"/>
        </w:trPr>
        <w:tc>
          <w:tcPr>
            <w:tcW w:w="667" w:type="dxa"/>
            <w:tcMar/>
            <w:vAlign w:val="center"/>
          </w:tcPr>
          <w:p w:rsidRPr="004F18AC" w:rsidR="00422405" w:rsidP="00D82C33" w:rsidRDefault="00422405" w14:paraId="3E0E09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05" w:type="dxa"/>
            <w:tcMar/>
            <w:vAlign w:val="center"/>
          </w:tcPr>
          <w:p w:rsidRPr="004F18AC" w:rsidR="00422405" w:rsidP="00D82C33" w:rsidRDefault="00422405" w14:paraId="3B81607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18AC">
              <w:rPr>
                <w:rFonts w:ascii="Corbel" w:hAnsi="Corbel"/>
                <w:b w:val="0"/>
                <w:sz w:val="24"/>
                <w:szCs w:val="24"/>
              </w:rPr>
              <w:t xml:space="preserve">Zadanie projektowe w ramach </w:t>
            </w: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  <w:r w:rsidRPr="004F18AC">
              <w:rPr>
                <w:rFonts w:ascii="Corbel" w:hAnsi="Corbel"/>
                <w:b w:val="0"/>
                <w:sz w:val="24"/>
                <w:szCs w:val="24"/>
              </w:rPr>
              <w:t xml:space="preserve"> pozwala nabyć praktyczne umiejętności w rozpoznawaniu zagrożeń a także możliwości ich zapobiegania oraz zwalczania.</w:t>
            </w:r>
          </w:p>
        </w:tc>
      </w:tr>
    </w:tbl>
    <w:p w:rsidRPr="009C54AE" w:rsidR="0085747A" w:rsidP="009C54AE" w:rsidRDefault="0085747A" w14:paraId="7024F91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575374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CD6A11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8"/>
        <w:gridCol w:w="6059"/>
        <w:gridCol w:w="1871"/>
      </w:tblGrid>
      <w:tr w:rsidRPr="00E96B3E" w:rsidR="001436B1" w:rsidTr="00D82C33" w14:paraId="1851BC76" w14:textId="77777777">
        <w:trPr>
          <w:jc w:val="center"/>
        </w:trPr>
        <w:tc>
          <w:tcPr>
            <w:tcW w:w="1701" w:type="dxa"/>
            <w:vAlign w:val="center"/>
          </w:tcPr>
          <w:p w:rsidRPr="00E31A63" w:rsidR="001436B1" w:rsidP="00D82C33" w:rsidRDefault="001436B1" w14:paraId="20EEEA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smallCaps w:val="0"/>
                <w:szCs w:val="24"/>
              </w:rPr>
              <w:t>EK</w:t>
            </w:r>
            <w:r w:rsidRPr="00E31A63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Pr="00E31A63" w:rsidR="001436B1" w:rsidP="00D82C33" w:rsidRDefault="001436B1" w14:paraId="08AE3B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Pr="00E31A63" w:rsidR="001436B1" w:rsidP="00D82C33" w:rsidRDefault="001436B1" w14:paraId="1F1B54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Pr="00E31A63" w:rsidR="001436B1" w:rsidP="00D82C33" w:rsidRDefault="001436B1" w14:paraId="767C44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1A63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Pr="00E96B3E" w:rsidR="001436B1" w:rsidTr="00D82C33" w14:paraId="2F295CE8" w14:textId="77777777">
        <w:trPr>
          <w:jc w:val="center"/>
        </w:trPr>
        <w:tc>
          <w:tcPr>
            <w:tcW w:w="1701" w:type="dxa"/>
          </w:tcPr>
          <w:p w:rsidRPr="00E31A63" w:rsidR="001436B1" w:rsidP="00D82C33" w:rsidRDefault="001436B1" w14:paraId="12B7C3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1A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E31A63" w:rsidR="001436B1" w:rsidP="00D82C33" w:rsidRDefault="001436B1" w14:paraId="2ED892E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1A63">
              <w:rPr>
                <w:rFonts w:ascii="Corbel" w:hAnsi="Corbel"/>
                <w:sz w:val="24"/>
                <w:szCs w:val="24"/>
              </w:rPr>
              <w:t>posiada podstawową wiedzę z zakresu utrzymania bezpieczeństwa informatycznego</w:t>
            </w:r>
          </w:p>
        </w:tc>
        <w:tc>
          <w:tcPr>
            <w:tcW w:w="1873" w:type="dxa"/>
          </w:tcPr>
          <w:p w:rsidRPr="00E31A63" w:rsidR="001436B1" w:rsidP="00D82C33" w:rsidRDefault="00B12722" w14:paraId="4588E0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31A63" w:rsidR="001436B1">
              <w:rPr>
                <w:rFonts w:ascii="Corbel" w:hAnsi="Corbel"/>
                <w:b w:val="0"/>
                <w:smallCaps w:val="0"/>
                <w:szCs w:val="24"/>
              </w:rPr>
              <w:t xml:space="preserve">W09,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31A63" w:rsidR="001436B1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Pr="00E96B3E" w:rsidR="001436B1" w:rsidTr="00D82C33" w14:paraId="1B3278CA" w14:textId="77777777">
        <w:trPr>
          <w:jc w:val="center"/>
        </w:trPr>
        <w:tc>
          <w:tcPr>
            <w:tcW w:w="1701" w:type="dxa"/>
          </w:tcPr>
          <w:p w:rsidRPr="00E31A63" w:rsidR="001436B1" w:rsidP="00D82C33" w:rsidRDefault="001436B1" w14:paraId="60DDF9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E31A63" w:rsidR="001436B1" w:rsidP="00D82C33" w:rsidRDefault="001436B1" w14:paraId="3EB335E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1A63">
              <w:rPr>
                <w:rFonts w:ascii="Corbel" w:hAnsi="Corbel"/>
                <w:sz w:val="24"/>
                <w:szCs w:val="24"/>
              </w:rPr>
              <w:t>definiuje pojęcia i zasady z zakresu ochrony własności</w:t>
            </w:r>
          </w:p>
        </w:tc>
        <w:tc>
          <w:tcPr>
            <w:tcW w:w="1873" w:type="dxa"/>
          </w:tcPr>
          <w:p w:rsidRPr="00E31A63" w:rsidR="001436B1" w:rsidP="00D82C33" w:rsidRDefault="00B12722" w14:paraId="7C27BA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31A63" w:rsidR="001436B1"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Pr="00E96B3E" w:rsidR="001436B1" w:rsidTr="00D82C33" w14:paraId="2A1503EB" w14:textId="77777777">
        <w:trPr>
          <w:jc w:val="center"/>
        </w:trPr>
        <w:tc>
          <w:tcPr>
            <w:tcW w:w="1701" w:type="dxa"/>
          </w:tcPr>
          <w:p w:rsidRPr="00E31A63" w:rsidR="001436B1" w:rsidP="00D82C33" w:rsidRDefault="001436B1" w14:paraId="7A5098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E31A63" w:rsidR="001436B1" w:rsidP="00D82C33" w:rsidRDefault="001436B1" w14:paraId="00F18CA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1A63">
              <w:rPr>
                <w:rFonts w:ascii="Corbel" w:hAnsi="Corbel"/>
                <w:sz w:val="24"/>
                <w:szCs w:val="24"/>
              </w:rPr>
              <w:t>zna najważniejsze programy zabezpieczające</w:t>
            </w:r>
          </w:p>
        </w:tc>
        <w:tc>
          <w:tcPr>
            <w:tcW w:w="1873" w:type="dxa"/>
          </w:tcPr>
          <w:p w:rsidRPr="00E31A63" w:rsidR="001436B1" w:rsidP="00D82C33" w:rsidRDefault="00B12722" w14:paraId="4DAE12D3" w14:textId="017CB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31A63" w:rsidR="001436B1">
              <w:rPr>
                <w:rFonts w:ascii="Corbel" w:hAnsi="Corbel"/>
                <w:b w:val="0"/>
                <w:smallCaps w:val="0"/>
                <w:szCs w:val="24"/>
              </w:rPr>
              <w:t>W1</w:t>
            </w:r>
            <w:r w:rsidR="00850FA8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Pr="00E96B3E" w:rsidR="001436B1" w:rsidTr="00D82C33" w14:paraId="44C80B9A" w14:textId="77777777">
        <w:trPr>
          <w:jc w:val="center"/>
        </w:trPr>
        <w:tc>
          <w:tcPr>
            <w:tcW w:w="1701" w:type="dxa"/>
          </w:tcPr>
          <w:p w:rsidRPr="00E31A63" w:rsidR="001436B1" w:rsidP="00D82C33" w:rsidRDefault="001436B1" w14:paraId="034416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E31A63" w:rsidR="001436B1" w:rsidP="00D82C33" w:rsidRDefault="001436B1" w14:paraId="661E2FF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1A63">
              <w:rPr>
                <w:rFonts w:ascii="Corbel" w:hAnsi="Corbel"/>
                <w:sz w:val="24"/>
                <w:szCs w:val="24"/>
              </w:rPr>
              <w:t>opanował podstawową umiejętność obsługi programów zabezpieczających i potrafi przygotowywać ochronę obiektów wrażliwych</w:t>
            </w:r>
          </w:p>
        </w:tc>
        <w:tc>
          <w:tcPr>
            <w:tcW w:w="1873" w:type="dxa"/>
          </w:tcPr>
          <w:p w:rsidRPr="00E31A63" w:rsidR="001436B1" w:rsidP="00D82C33" w:rsidRDefault="00B12722" w14:paraId="2F21F5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31A63" w:rsidR="001436B1">
              <w:rPr>
                <w:rFonts w:ascii="Corbel" w:hAnsi="Corbel"/>
                <w:b w:val="0"/>
                <w:smallCaps w:val="0"/>
                <w:szCs w:val="24"/>
              </w:rPr>
              <w:t>U13</w:t>
            </w:r>
          </w:p>
        </w:tc>
      </w:tr>
      <w:tr w:rsidRPr="00E96B3E" w:rsidR="001436B1" w:rsidTr="00D82C33" w14:paraId="5D4F5357" w14:textId="77777777">
        <w:trPr>
          <w:jc w:val="center"/>
        </w:trPr>
        <w:tc>
          <w:tcPr>
            <w:tcW w:w="1701" w:type="dxa"/>
          </w:tcPr>
          <w:p w:rsidRPr="00E31A63" w:rsidR="001436B1" w:rsidP="00D82C33" w:rsidRDefault="001436B1" w14:paraId="4971F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E31A63" w:rsidR="001436B1" w:rsidP="00D82C33" w:rsidRDefault="001436B1" w14:paraId="3375E29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1A63">
              <w:rPr>
                <w:rFonts w:ascii="Corbel" w:hAnsi="Corbel"/>
                <w:sz w:val="24"/>
                <w:szCs w:val="24"/>
              </w:rPr>
              <w:t>trafnie ocenia przydatność metod i procedur do realizacji zadań z konkretnej strefy bezpieczeństwa</w:t>
            </w:r>
          </w:p>
        </w:tc>
        <w:tc>
          <w:tcPr>
            <w:tcW w:w="1873" w:type="dxa"/>
          </w:tcPr>
          <w:p w:rsidRPr="00E31A63" w:rsidR="001436B1" w:rsidP="00D82C33" w:rsidRDefault="00B12722" w14:paraId="4C831F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31A63" w:rsidR="001436B1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Pr="00E96B3E" w:rsidR="001436B1" w:rsidTr="00D82C33" w14:paraId="7CA150E5" w14:textId="77777777">
        <w:trPr>
          <w:jc w:val="center"/>
        </w:trPr>
        <w:tc>
          <w:tcPr>
            <w:tcW w:w="1701" w:type="dxa"/>
          </w:tcPr>
          <w:p w:rsidRPr="00E31A63" w:rsidR="001436B1" w:rsidP="00D82C33" w:rsidRDefault="001436B1" w14:paraId="473D1C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E31A63" w:rsidR="001436B1" w:rsidP="00D82C33" w:rsidRDefault="001436B1" w14:paraId="0E7E29CB" w14:textId="77777777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31A63">
              <w:rPr>
                <w:rFonts w:ascii="Corbel" w:hAnsi="Corbel"/>
                <w:sz w:val="24"/>
                <w:szCs w:val="24"/>
              </w:rPr>
              <w:t>jest przygotowany do aktywnego wspierania działalności specjalistycznych służb odpowiedzialnych za bezpieczeństwo</w:t>
            </w:r>
          </w:p>
        </w:tc>
        <w:tc>
          <w:tcPr>
            <w:tcW w:w="1873" w:type="dxa"/>
          </w:tcPr>
          <w:p w:rsidRPr="00E31A63" w:rsidR="001436B1" w:rsidP="00D82C33" w:rsidRDefault="00B12722" w14:paraId="191603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31A63" w:rsidR="001436B1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Pr="00E96B3E" w:rsidR="001436B1" w:rsidTr="00D82C33" w14:paraId="66431809" w14:textId="77777777">
        <w:trPr>
          <w:jc w:val="center"/>
        </w:trPr>
        <w:tc>
          <w:tcPr>
            <w:tcW w:w="1701" w:type="dxa"/>
          </w:tcPr>
          <w:p w:rsidRPr="00E31A63" w:rsidR="001436B1" w:rsidP="00D82C33" w:rsidRDefault="001436B1" w14:paraId="53A94B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1A6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E31A63" w:rsidR="001436B1" w:rsidP="00D82C33" w:rsidRDefault="001436B1" w14:paraId="20B197FB" w14:textId="77777777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31A63">
              <w:rPr>
                <w:rFonts w:ascii="Corbel" w:hAnsi="Corbel"/>
                <w:sz w:val="24"/>
                <w:szCs w:val="24"/>
              </w:rPr>
              <w:t>rozumie potrzebę stałego i samodzielnego doskonalenia i uaktualniania swoich  umiejętności i wiedzy</w:t>
            </w:r>
          </w:p>
        </w:tc>
        <w:tc>
          <w:tcPr>
            <w:tcW w:w="1873" w:type="dxa"/>
          </w:tcPr>
          <w:p w:rsidRPr="00E31A63" w:rsidR="001436B1" w:rsidP="00D82C33" w:rsidRDefault="00B12722" w14:paraId="582032A0" w14:textId="77777777">
            <w:pPr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K_</w:t>
            </w:r>
            <w:r w:rsidRPr="00E31A63" w:rsidR="001436B1">
              <w:rPr>
                <w:rFonts w:ascii="Corbel" w:hAnsi="Corbel" w:eastAsia="Times New Roman"/>
                <w:sz w:val="24"/>
                <w:szCs w:val="24"/>
                <w:lang w:eastAsia="pl-PL"/>
              </w:rPr>
              <w:t>K06</w:t>
            </w:r>
          </w:p>
        </w:tc>
      </w:tr>
    </w:tbl>
    <w:p w:rsidRPr="009C54AE" w:rsidR="0085747A" w:rsidP="009C54AE" w:rsidRDefault="0085747A" w14:paraId="36FE116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BEE40C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E372FF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638CAC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C3EBB45" w14:textId="77777777">
        <w:tc>
          <w:tcPr>
            <w:tcW w:w="9639" w:type="dxa"/>
          </w:tcPr>
          <w:p w:rsidRPr="009C54AE" w:rsidR="0085747A" w:rsidP="009C54AE" w:rsidRDefault="0085747A" w14:paraId="7BC76A1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732BFA0F" w14:textId="77777777">
        <w:tc>
          <w:tcPr>
            <w:tcW w:w="9639" w:type="dxa"/>
          </w:tcPr>
          <w:p w:rsidRPr="009C54AE" w:rsidR="0085747A" w:rsidP="009C54AE" w:rsidRDefault="0085747A" w14:paraId="7DA30CB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1B37A70B" w14:textId="77777777">
        <w:tc>
          <w:tcPr>
            <w:tcW w:w="9639" w:type="dxa"/>
          </w:tcPr>
          <w:p w:rsidRPr="009C54AE" w:rsidR="0085747A" w:rsidP="009C54AE" w:rsidRDefault="0085747A" w14:paraId="7924FE2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1F1DE0E8" w14:textId="77777777">
        <w:tc>
          <w:tcPr>
            <w:tcW w:w="9639" w:type="dxa"/>
          </w:tcPr>
          <w:p w:rsidRPr="009C54AE" w:rsidR="0085747A" w:rsidP="009C54AE" w:rsidRDefault="0085747A" w14:paraId="4110085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849E73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637248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C8063A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96B3E" w:rsidR="001436B1" w:rsidTr="00D82C33" w14:paraId="4919D018" w14:textId="77777777">
        <w:tc>
          <w:tcPr>
            <w:tcW w:w="9520" w:type="dxa"/>
          </w:tcPr>
          <w:p w:rsidRPr="006B1CC0" w:rsidR="001436B1" w:rsidP="00D82C33" w:rsidRDefault="001436B1" w14:paraId="547C8C2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6B1CC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E96B3E" w:rsidR="001436B1" w:rsidTr="00D82C33" w14:paraId="04D35A03" w14:textId="77777777">
        <w:tc>
          <w:tcPr>
            <w:tcW w:w="9520" w:type="dxa"/>
            <w:vAlign w:val="center"/>
          </w:tcPr>
          <w:p w:rsidRPr="0093149D" w:rsidR="001436B1" w:rsidP="00D82C33" w:rsidRDefault="001436B1" w14:paraId="7E510254" w14:textId="77777777">
            <w:pPr>
              <w:spacing w:before="60" w:after="60" w:line="240" w:lineRule="auto"/>
              <w:rPr>
                <w:rFonts w:ascii="Corbel" w:hAnsi="Corbel"/>
              </w:rPr>
            </w:pPr>
            <w:r w:rsidRPr="0093149D">
              <w:rPr>
                <w:rFonts w:ascii="Corbel" w:hAnsi="Corbel"/>
              </w:rPr>
              <w:t xml:space="preserve">Zapoznanie z problematyką ochrony danych cyfrowych, zagrożeniami systemów informatycznych. </w:t>
            </w:r>
          </w:p>
        </w:tc>
      </w:tr>
      <w:tr w:rsidRPr="00E96B3E" w:rsidR="001436B1" w:rsidTr="00D82C33" w14:paraId="5DBCEFA7" w14:textId="77777777">
        <w:tc>
          <w:tcPr>
            <w:tcW w:w="9520" w:type="dxa"/>
            <w:vAlign w:val="center"/>
          </w:tcPr>
          <w:p w:rsidRPr="0093149D" w:rsidR="001436B1" w:rsidP="00D82C33" w:rsidRDefault="001436B1" w14:paraId="3B30E48E" w14:textId="77777777">
            <w:pPr>
              <w:spacing w:before="60" w:after="6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</w:rPr>
              <w:lastRenderedPageBreak/>
              <w:t>Zapoznanie z zagadnieniami teoretycznymi i praktycznymi dotyczącymi bezpieczeństwa danych w kontekście funkcjonowania sieci komputerowych.</w:t>
            </w:r>
          </w:p>
        </w:tc>
      </w:tr>
      <w:tr w:rsidRPr="00E96B3E" w:rsidR="001436B1" w:rsidTr="00D82C33" w14:paraId="0287DEE1" w14:textId="77777777">
        <w:tc>
          <w:tcPr>
            <w:tcW w:w="9520" w:type="dxa"/>
            <w:vAlign w:val="center"/>
          </w:tcPr>
          <w:p w:rsidRPr="0093149D" w:rsidR="001436B1" w:rsidP="00D82C33" w:rsidRDefault="001436B1" w14:paraId="3442D23B" w14:textId="77777777">
            <w:pPr>
              <w:spacing w:before="60" w:after="6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</w:rPr>
              <w:t>Zapoznanie z podstawowymi zasadami bezpieczeństwa sieci danych cyfrowych w skali lokalnej, regionalnej, narodowej i globalnej.</w:t>
            </w:r>
          </w:p>
        </w:tc>
      </w:tr>
      <w:tr w:rsidRPr="00E96B3E" w:rsidR="001436B1" w:rsidTr="00D82C33" w14:paraId="4C16C046" w14:textId="77777777">
        <w:tc>
          <w:tcPr>
            <w:tcW w:w="9520" w:type="dxa"/>
            <w:vAlign w:val="center"/>
          </w:tcPr>
          <w:p w:rsidRPr="0093149D" w:rsidR="001436B1" w:rsidP="00D82C33" w:rsidRDefault="001436B1" w14:paraId="317E0F1E" w14:textId="77777777">
            <w:pPr>
              <w:spacing w:before="60" w:after="6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</w:rPr>
              <w:t>Zapoznanie z podstawowymi pojęciami i zasadami z zakresu ochrony danych oraz prawa autorskiego.</w:t>
            </w:r>
          </w:p>
        </w:tc>
      </w:tr>
      <w:tr w:rsidRPr="00E96B3E" w:rsidR="001436B1" w:rsidTr="00D82C33" w14:paraId="36853C4B" w14:textId="77777777">
        <w:tc>
          <w:tcPr>
            <w:tcW w:w="9520" w:type="dxa"/>
            <w:vAlign w:val="center"/>
          </w:tcPr>
          <w:p w:rsidRPr="0093149D" w:rsidR="001436B1" w:rsidP="00D82C33" w:rsidRDefault="001436B1" w14:paraId="1FDB2E20" w14:textId="77777777">
            <w:pPr>
              <w:spacing w:before="60" w:after="6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</w:rPr>
              <w:t>Ocena i umacnianie bezpieczeństwa danych i systemów w systemie Windows. Nabycie umiejętności zabezpieczania usług sieciowych.</w:t>
            </w:r>
          </w:p>
        </w:tc>
      </w:tr>
      <w:tr w:rsidRPr="00E96B3E" w:rsidR="001436B1" w:rsidTr="00D82C33" w14:paraId="776D25CA" w14:textId="77777777">
        <w:tc>
          <w:tcPr>
            <w:tcW w:w="9520" w:type="dxa"/>
            <w:vAlign w:val="center"/>
          </w:tcPr>
          <w:p w:rsidRPr="0093149D" w:rsidR="001436B1" w:rsidP="00D82C33" w:rsidRDefault="001436B1" w14:paraId="3066EBB4" w14:textId="77777777">
            <w:pPr>
              <w:spacing w:before="60" w:after="6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</w:rPr>
              <w:t>Nabycie umiejętności oceny przydatności metod i procedur do realizacji zadań związanych z bezpieczeństwem danych cyfrowych i w sieci.</w:t>
            </w:r>
          </w:p>
        </w:tc>
      </w:tr>
    </w:tbl>
    <w:p w:rsidRPr="009C54AE" w:rsidR="0085747A" w:rsidP="009C54AE" w:rsidRDefault="0085747A" w14:paraId="314FA8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802E25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P="009C54AE" w:rsidRDefault="00E960BB" w14:paraId="00097A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436B1" w:rsidP="001436B1" w:rsidRDefault="0097121D" w14:paraId="06B9754D" w14:textId="485669A0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smallCaps w:val="0"/>
          <w:sz w:val="20"/>
          <w:szCs w:val="20"/>
        </w:rPr>
        <w:t>K</w:t>
      </w:r>
      <w:r w:rsidRPr="0093149D" w:rsidR="001436B1">
        <w:rPr>
          <w:rFonts w:ascii="Corbel" w:hAnsi="Corbel"/>
          <w:smallCaps w:val="0"/>
          <w:sz w:val="20"/>
          <w:szCs w:val="20"/>
        </w:rPr>
        <w:t>onwersatorium</w:t>
      </w:r>
      <w:r w:rsidRPr="0093149D" w:rsidR="001436B1">
        <w:rPr>
          <w:rFonts w:ascii="Corbel" w:hAnsi="Corbel"/>
          <w:b w:val="0"/>
          <w:smallCaps w:val="0"/>
          <w:sz w:val="20"/>
          <w:szCs w:val="20"/>
        </w:rPr>
        <w:t>: praca w grupach, indywidualna na komputerach.</w:t>
      </w:r>
    </w:p>
    <w:p w:rsidR="00E960BB" w:rsidP="009C54AE" w:rsidRDefault="00E960BB" w14:paraId="13D5C87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B794F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7F649F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E7FA99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299E3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4CB59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Pr="00E96B3E" w:rsidR="001436B1" w:rsidTr="607AAADE" w14:paraId="3BC38516" w14:textId="77777777">
        <w:tc>
          <w:tcPr>
            <w:tcW w:w="1984" w:type="dxa"/>
            <w:tcMar/>
            <w:vAlign w:val="center"/>
          </w:tcPr>
          <w:p w:rsidRPr="0093149D" w:rsidR="001436B1" w:rsidP="00D82C33" w:rsidRDefault="001436B1" w14:paraId="78472D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4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93149D" w:rsidR="001436B1" w:rsidP="00D82C33" w:rsidRDefault="001436B1" w14:paraId="5DA585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  <w:tcMar/>
            <w:vAlign w:val="center"/>
          </w:tcPr>
          <w:p w:rsidRPr="0093149D" w:rsidR="001436B1" w:rsidP="00D82C33" w:rsidRDefault="001436B1" w14:paraId="320481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4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93149D" w:rsidR="001436B1" w:rsidP="00D82C33" w:rsidRDefault="001436B1" w14:paraId="71DA8A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4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Mar/>
            <w:vAlign w:val="center"/>
          </w:tcPr>
          <w:p w:rsidRPr="0093149D" w:rsidR="001436B1" w:rsidP="00D82C33" w:rsidRDefault="001436B1" w14:paraId="67F9B3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49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Pr="0093149D" w:rsidR="001436B1" w:rsidP="00D82C33" w:rsidRDefault="001436B1" w14:paraId="716145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49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149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149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96B3E" w:rsidR="001436B1" w:rsidTr="607AAADE" w14:paraId="020C6A69" w14:textId="77777777">
        <w:tc>
          <w:tcPr>
            <w:tcW w:w="1984" w:type="dxa"/>
            <w:tcMar/>
            <w:vAlign w:val="center"/>
          </w:tcPr>
          <w:p w:rsidRPr="0093149D" w:rsidR="001436B1" w:rsidP="00D82C33" w:rsidRDefault="001436B1" w14:paraId="56D572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149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  <w:tcMar/>
            <w:vAlign w:val="center"/>
          </w:tcPr>
          <w:p w:rsidRPr="0093149D" w:rsidR="001436B1" w:rsidP="607AAADE" w:rsidRDefault="001436B1" w14:paraId="559BA24B" w14:textId="76B108F5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607AAADE" w:rsidR="7CF5D2A4">
              <w:rPr>
                <w:rFonts w:ascii="Corbel" w:hAnsi="Corbel"/>
                <w:b w:val="0"/>
                <w:bCs w:val="0"/>
                <w:caps w:val="0"/>
                <w:smallCaps w:val="0"/>
              </w:rPr>
              <w:t>projekt</w:t>
            </w:r>
          </w:p>
        </w:tc>
        <w:tc>
          <w:tcPr>
            <w:tcW w:w="2233" w:type="dxa"/>
            <w:tcMar/>
            <w:vAlign w:val="center"/>
          </w:tcPr>
          <w:p w:rsidRPr="0093149D" w:rsidR="001436B1" w:rsidP="00D82C33" w:rsidRDefault="001436B1" w14:paraId="4EADF13C" w14:textId="77777777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96B3E" w:rsidR="001436B1" w:rsidTr="607AAADE" w14:paraId="78A34C7B" w14:textId="77777777">
        <w:tc>
          <w:tcPr>
            <w:tcW w:w="1984" w:type="dxa"/>
            <w:tcMar/>
            <w:vAlign w:val="center"/>
          </w:tcPr>
          <w:p w:rsidRPr="0093149D" w:rsidR="001436B1" w:rsidP="00D82C33" w:rsidRDefault="001436B1" w14:paraId="315AE8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149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Mar/>
            <w:vAlign w:val="center"/>
          </w:tcPr>
          <w:p w:rsidRPr="0093149D" w:rsidR="001436B1" w:rsidP="607AAADE" w:rsidRDefault="001436B1" w14:paraId="07A6C171" w14:textId="141AF0E2">
            <w:pPr>
              <w:pStyle w:val="Punktygwne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607AAADE" w:rsidR="7F76F0D9">
              <w:rPr>
                <w:rFonts w:ascii="Corbel" w:hAnsi="Corbel"/>
                <w:b w:val="0"/>
                <w:bCs w:val="0"/>
                <w:caps w:val="0"/>
                <w:smallCaps w:val="0"/>
              </w:rPr>
              <w:t>projekt</w:t>
            </w:r>
          </w:p>
        </w:tc>
        <w:tc>
          <w:tcPr>
            <w:tcW w:w="2233" w:type="dxa"/>
            <w:tcMar/>
            <w:vAlign w:val="center"/>
          </w:tcPr>
          <w:p w:rsidRPr="0093149D" w:rsidR="001436B1" w:rsidP="00D82C33" w:rsidRDefault="001436B1" w14:paraId="2357C167" w14:textId="77777777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96B3E" w:rsidR="001436B1" w:rsidTr="607AAADE" w14:paraId="698AC56D" w14:textId="77777777">
        <w:tc>
          <w:tcPr>
            <w:tcW w:w="1984" w:type="dxa"/>
            <w:tcMar/>
            <w:vAlign w:val="center"/>
          </w:tcPr>
          <w:p w:rsidRPr="0093149D" w:rsidR="001436B1" w:rsidP="00D82C33" w:rsidRDefault="001436B1" w14:paraId="2BB9F0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149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Mar/>
            <w:vAlign w:val="center"/>
          </w:tcPr>
          <w:p w:rsidRPr="0093149D" w:rsidR="001436B1" w:rsidP="607AAADE" w:rsidRDefault="001436B1" w14:paraId="173E4675" w14:textId="09725FC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07AAADE" w:rsidR="001436B1">
              <w:rPr>
                <w:rFonts w:ascii="Corbel" w:hAnsi="Corbel"/>
                <w:b w:val="0"/>
                <w:bCs w:val="0"/>
                <w:caps w:val="0"/>
                <w:smallCaps w:val="0"/>
              </w:rPr>
              <w:t>obserwacja w trakcie zajęć</w:t>
            </w:r>
          </w:p>
        </w:tc>
        <w:tc>
          <w:tcPr>
            <w:tcW w:w="2233" w:type="dxa"/>
            <w:tcMar/>
            <w:vAlign w:val="center"/>
          </w:tcPr>
          <w:p w:rsidRPr="0093149D" w:rsidR="001436B1" w:rsidP="00D82C33" w:rsidRDefault="001436B1" w14:paraId="4B21C4E1" w14:textId="77777777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96B3E" w:rsidR="001436B1" w:rsidTr="607AAADE" w14:paraId="6F5C79C9" w14:textId="77777777">
        <w:tc>
          <w:tcPr>
            <w:tcW w:w="1984" w:type="dxa"/>
            <w:tcMar/>
            <w:vAlign w:val="center"/>
          </w:tcPr>
          <w:p w:rsidRPr="0093149D" w:rsidR="001436B1" w:rsidP="00D82C33" w:rsidRDefault="001436B1" w14:paraId="0BC4D0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149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Mar/>
            <w:vAlign w:val="center"/>
          </w:tcPr>
          <w:p w:rsidRPr="0093149D" w:rsidR="001436B1" w:rsidP="607AAADE" w:rsidRDefault="001436B1" w14:paraId="18871E4C" w14:textId="12D6CB4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07AAADE" w:rsidR="5EF58945">
              <w:rPr>
                <w:rFonts w:ascii="Corbel" w:hAnsi="Corbel"/>
                <w:b w:val="0"/>
                <w:bCs w:val="0"/>
                <w:caps w:val="0"/>
                <w:smallCaps w:val="0"/>
              </w:rPr>
              <w:t>o</w:t>
            </w:r>
            <w:r w:rsidRPr="607AAADE" w:rsidR="001436B1">
              <w:rPr>
                <w:rFonts w:ascii="Corbel" w:hAnsi="Corbel"/>
                <w:b w:val="0"/>
                <w:bCs w:val="0"/>
                <w:caps w:val="0"/>
                <w:smallCaps w:val="0"/>
              </w:rPr>
              <w:t>bserwacja w trakcie zajęć</w:t>
            </w:r>
          </w:p>
        </w:tc>
        <w:tc>
          <w:tcPr>
            <w:tcW w:w="2233" w:type="dxa"/>
            <w:tcMar/>
            <w:vAlign w:val="center"/>
          </w:tcPr>
          <w:p w:rsidRPr="0093149D" w:rsidR="001436B1" w:rsidP="00D82C33" w:rsidRDefault="001436B1" w14:paraId="12A21717" w14:textId="77777777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96B3E" w:rsidR="001436B1" w:rsidTr="607AAADE" w14:paraId="50C01AE8" w14:textId="77777777">
        <w:tc>
          <w:tcPr>
            <w:tcW w:w="1984" w:type="dxa"/>
            <w:tcMar/>
            <w:vAlign w:val="center"/>
          </w:tcPr>
          <w:p w:rsidRPr="0093149D" w:rsidR="001436B1" w:rsidP="00D82C33" w:rsidRDefault="001436B1" w14:paraId="49B909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149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tcMar/>
            <w:vAlign w:val="center"/>
          </w:tcPr>
          <w:p w:rsidRPr="0093149D" w:rsidR="001436B1" w:rsidP="607AAADE" w:rsidRDefault="001436B1" w14:paraId="5AA31363" w14:textId="2CC08C6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07AAADE" w:rsidR="001436B1">
              <w:rPr>
                <w:rFonts w:ascii="Corbel" w:hAnsi="Corbel"/>
                <w:b w:val="0"/>
                <w:bCs w:val="0"/>
                <w:caps w:val="0"/>
                <w:smallCaps w:val="0"/>
              </w:rPr>
              <w:t>obserwacja w trakcie zajęć, p</w:t>
            </w:r>
            <w:r w:rsidRPr="607AAADE" w:rsidR="542CAD22">
              <w:rPr>
                <w:rFonts w:ascii="Corbel" w:hAnsi="Corbel"/>
                <w:b w:val="0"/>
                <w:bCs w:val="0"/>
                <w:caps w:val="0"/>
                <w:smallCaps w:val="0"/>
              </w:rPr>
              <w:t>rojekt</w:t>
            </w:r>
          </w:p>
        </w:tc>
        <w:tc>
          <w:tcPr>
            <w:tcW w:w="2233" w:type="dxa"/>
            <w:tcMar/>
            <w:vAlign w:val="center"/>
          </w:tcPr>
          <w:p w:rsidRPr="0093149D" w:rsidR="001436B1" w:rsidP="00D82C33" w:rsidRDefault="001436B1" w14:paraId="3D2BB4B3" w14:textId="77777777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96B3E" w:rsidR="001436B1" w:rsidTr="607AAADE" w14:paraId="26DF0142" w14:textId="77777777">
        <w:tc>
          <w:tcPr>
            <w:tcW w:w="1984" w:type="dxa"/>
            <w:tcMar/>
            <w:vAlign w:val="center"/>
          </w:tcPr>
          <w:p w:rsidRPr="0093149D" w:rsidR="001436B1" w:rsidP="00D82C33" w:rsidRDefault="001436B1" w14:paraId="74D514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149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  <w:tcMar/>
            <w:vAlign w:val="center"/>
          </w:tcPr>
          <w:p w:rsidRPr="0093149D" w:rsidR="001436B1" w:rsidP="00D82C33" w:rsidRDefault="001436B1" w14:paraId="2D931E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49D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33" w:type="dxa"/>
            <w:tcMar/>
            <w:vAlign w:val="center"/>
          </w:tcPr>
          <w:p w:rsidRPr="0093149D" w:rsidR="001436B1" w:rsidP="00D82C33" w:rsidRDefault="001436B1" w14:paraId="0006FB30" w14:textId="77777777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96B3E" w:rsidR="001436B1" w:rsidTr="607AAADE" w14:paraId="735483F4" w14:textId="77777777">
        <w:tc>
          <w:tcPr>
            <w:tcW w:w="1984" w:type="dxa"/>
            <w:tcMar/>
            <w:vAlign w:val="center"/>
          </w:tcPr>
          <w:p w:rsidRPr="0093149D" w:rsidR="001436B1" w:rsidP="00D82C33" w:rsidRDefault="001436B1" w14:paraId="544009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149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03" w:type="dxa"/>
            <w:tcMar/>
            <w:vAlign w:val="center"/>
          </w:tcPr>
          <w:p w:rsidRPr="0093149D" w:rsidR="001436B1" w:rsidP="607AAADE" w:rsidRDefault="001436B1" w14:paraId="37C80077" w14:textId="6B8D75B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07AAADE" w:rsidR="01C68D4C">
              <w:rPr>
                <w:rFonts w:ascii="Corbel" w:hAnsi="Corbel"/>
                <w:b w:val="0"/>
                <w:bCs w:val="0"/>
                <w:caps w:val="0"/>
                <w:smallCaps w:val="0"/>
              </w:rPr>
              <w:t>o</w:t>
            </w:r>
            <w:r w:rsidRPr="607AAADE" w:rsidR="001436B1">
              <w:rPr>
                <w:rFonts w:ascii="Corbel" w:hAnsi="Corbel"/>
                <w:b w:val="0"/>
                <w:bCs w:val="0"/>
                <w:caps w:val="0"/>
                <w:smallCaps w:val="0"/>
              </w:rPr>
              <w:t>bserwacja w trakcie zajęć</w:t>
            </w:r>
          </w:p>
        </w:tc>
        <w:tc>
          <w:tcPr>
            <w:tcW w:w="2233" w:type="dxa"/>
            <w:tcMar/>
            <w:vAlign w:val="center"/>
          </w:tcPr>
          <w:p w:rsidRPr="0093149D" w:rsidR="001436B1" w:rsidP="00D82C33" w:rsidRDefault="001436B1" w14:paraId="0EC69526" w14:textId="77777777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93149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0C572D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78650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6D9449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07AAADE" w14:paraId="258EDC98" w14:textId="77777777">
        <w:tc>
          <w:tcPr>
            <w:tcW w:w="9670" w:type="dxa"/>
            <w:tcMar/>
          </w:tcPr>
          <w:p w:rsidRPr="0093149D" w:rsidR="001436B1" w:rsidP="001436B1" w:rsidRDefault="001436B1" w14:paraId="18293CEF" w14:textId="694EE92E">
            <w:pPr>
              <w:spacing w:before="60" w:after="0"/>
              <w:rPr>
                <w:rFonts w:ascii="Corbel" w:hAnsi="Corbel"/>
                <w:sz w:val="24"/>
                <w:szCs w:val="24"/>
              </w:rPr>
            </w:pPr>
            <w:r w:rsidRPr="607AAADE" w:rsidR="001436B1">
              <w:rPr>
                <w:rFonts w:ascii="Corbel" w:hAnsi="Corbel"/>
                <w:b w:val="1"/>
                <w:bCs w:val="1"/>
                <w:spacing w:val="-6"/>
                <w:sz w:val="24"/>
                <w:szCs w:val="24"/>
              </w:rPr>
              <w:t xml:space="preserve">konwersatorium: </w:t>
            </w:r>
            <w:r w:rsidRPr="0093149D" w:rsidR="001436B1">
              <w:rPr>
                <w:rFonts w:ascii="Corbel" w:hAnsi="Corbel"/>
                <w:spacing w:val="-6"/>
                <w:sz w:val="24"/>
                <w:szCs w:val="24"/>
              </w:rPr>
              <w:t xml:space="preserve">Zaliczenie na podstawie ocen cząstkowych z aktywności </w:t>
            </w:r>
            <w:r w:rsidRPr="0093149D" w:rsidR="001436B1">
              <w:rPr>
                <w:rFonts w:ascii="Corbel" w:hAnsi="Corbel"/>
                <w:spacing w:val="-6"/>
                <w:sz w:val="24"/>
                <w:szCs w:val="24"/>
              </w:rPr>
              <w:t>i przygotowanego</w:t>
            </w:r>
            <w:r w:rsidRPr="0093149D" w:rsidR="001436B1">
              <w:rPr>
                <w:rFonts w:ascii="Corbel" w:hAnsi="Corbel"/>
                <w:spacing w:val="-6"/>
                <w:sz w:val="24"/>
                <w:szCs w:val="24"/>
              </w:rPr>
              <w:t xml:space="preserve"> projektu</w:t>
            </w:r>
          </w:p>
          <w:p w:rsidRPr="0093149D" w:rsidR="001436B1" w:rsidP="001436B1" w:rsidRDefault="001436B1" w14:paraId="5EB437DB" w14:textId="19774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7AAADE" w:rsidR="001436B1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:rsidRPr="0093149D" w:rsidR="001436B1" w:rsidP="001436B1" w:rsidRDefault="001436B1" w14:paraId="42CFBB9B" w14:textId="0EFC61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7AAADE" w:rsidR="001436B1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:rsidRPr="0093149D" w:rsidR="001436B1" w:rsidP="001436B1" w:rsidRDefault="001436B1" w14:paraId="365CEF98" w14:textId="692444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7AAADE" w:rsidR="001436B1">
              <w:rPr>
                <w:rFonts w:ascii="Corbel" w:hAnsi="Corbel"/>
                <w:sz w:val="24"/>
                <w:szCs w:val="24"/>
              </w:rPr>
              <w:t xml:space="preserve">Ocena dobra – aktywność na </w:t>
            </w:r>
            <w:r w:rsidRPr="607AAADE" w:rsidR="001436B1">
              <w:rPr>
                <w:rFonts w:ascii="Corbel" w:hAnsi="Corbel"/>
                <w:sz w:val="24"/>
                <w:szCs w:val="24"/>
              </w:rPr>
              <w:t>zajęciach, ocena</w:t>
            </w:r>
            <w:r w:rsidRPr="607AAADE" w:rsidR="001436B1">
              <w:rPr>
                <w:rFonts w:ascii="Corbel" w:hAnsi="Corbel"/>
                <w:sz w:val="24"/>
                <w:szCs w:val="24"/>
              </w:rPr>
              <w:t xml:space="preserve"> dobra z projektu</w:t>
            </w:r>
          </w:p>
          <w:p w:rsidRPr="0093149D" w:rsidR="001436B1" w:rsidP="001436B1" w:rsidRDefault="001436B1" w14:paraId="26605C3C" w14:textId="3F2206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7AAADE" w:rsidR="001436B1">
              <w:rPr>
                <w:rFonts w:ascii="Corbel" w:hAnsi="Corbel"/>
                <w:sz w:val="24"/>
                <w:szCs w:val="24"/>
              </w:rPr>
              <w:t>Ocena +dostateczna – aktywność na zajęciach, ocena +dostateczna z projektu</w:t>
            </w:r>
          </w:p>
          <w:p w:rsidRPr="0093149D" w:rsidR="001436B1" w:rsidP="001436B1" w:rsidRDefault="001436B1" w14:paraId="59BF1E3F" w14:textId="3AB2E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7AAADE" w:rsidR="001436B1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:rsidRPr="009C54AE" w:rsidR="0085747A" w:rsidP="607AAADE" w:rsidRDefault="0085747A" w14:paraId="7C0D4EA4" w14:textId="2A922C55">
            <w:pPr>
              <w:pStyle w:val="Akapitzlist"/>
              <w:spacing w:before="0"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7AAADE" w:rsidR="001436B1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</w:tc>
      </w:tr>
    </w:tbl>
    <w:p w:rsidRPr="009C54AE" w:rsidR="0085747A" w:rsidP="009C54AE" w:rsidRDefault="0085747A" w14:paraId="74B1862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74D60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24352D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1436B1" w:rsidTr="00D82C33" w14:paraId="7A62E4A4" w14:textId="77777777">
        <w:tc>
          <w:tcPr>
            <w:tcW w:w="4962" w:type="dxa"/>
            <w:vAlign w:val="center"/>
          </w:tcPr>
          <w:p w:rsidRPr="009C54AE" w:rsidR="001436B1" w:rsidP="00D82C33" w:rsidRDefault="001436B1" w14:paraId="1BCEA1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1436B1" w:rsidP="00D82C33" w:rsidRDefault="001436B1" w14:paraId="6128EEE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1436B1" w:rsidTr="00D82C33" w14:paraId="3DFB9C60" w14:textId="77777777">
        <w:tc>
          <w:tcPr>
            <w:tcW w:w="4962" w:type="dxa"/>
          </w:tcPr>
          <w:p w:rsidRPr="009C54AE" w:rsidR="001436B1" w:rsidP="00D82C33" w:rsidRDefault="001436B1" w14:paraId="3EEA7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vAlign w:val="center"/>
          </w:tcPr>
          <w:p w:rsidRPr="009C54AE" w:rsidR="001436B1" w:rsidP="00D82C33" w:rsidRDefault="002A3575" w14:paraId="434B62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1436B1" w:rsidTr="00D82C33" w14:paraId="76864497" w14:textId="77777777">
        <w:tc>
          <w:tcPr>
            <w:tcW w:w="4962" w:type="dxa"/>
          </w:tcPr>
          <w:p w:rsidRPr="009C54AE" w:rsidR="001436B1" w:rsidP="00D82C33" w:rsidRDefault="001436B1" w14:paraId="78AAEA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1436B1" w:rsidP="00D82C33" w:rsidRDefault="001436B1" w14:paraId="4FFF02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1436B1" w:rsidP="002A3575" w:rsidRDefault="00A10737" w14:paraId="0510F4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1436B1" w:rsidTr="00D82C33" w14:paraId="5D0F96F7" w14:textId="77777777">
        <w:tc>
          <w:tcPr>
            <w:tcW w:w="4962" w:type="dxa"/>
          </w:tcPr>
          <w:p w:rsidRPr="009C54AE" w:rsidR="001436B1" w:rsidP="00D82C33" w:rsidRDefault="001436B1" w14:paraId="18024F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1436B1" w:rsidP="00D82C33" w:rsidRDefault="001436B1" w14:paraId="2BA5BC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1436B1" w:rsidP="00D82C33" w:rsidRDefault="00A10737" w14:paraId="103505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1436B1" w:rsidTr="00D82C33" w14:paraId="56083D91" w14:textId="77777777">
        <w:tc>
          <w:tcPr>
            <w:tcW w:w="4962" w:type="dxa"/>
          </w:tcPr>
          <w:p w:rsidRPr="009C54AE" w:rsidR="001436B1" w:rsidP="00D82C33" w:rsidRDefault="001436B1" w14:paraId="3A1F7A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1436B1" w:rsidP="00D82C33" w:rsidRDefault="001436B1" w14:paraId="64A62C8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1436B1" w:rsidTr="00D82C33" w14:paraId="3F0C5DB7" w14:textId="77777777">
        <w:tc>
          <w:tcPr>
            <w:tcW w:w="4962" w:type="dxa"/>
          </w:tcPr>
          <w:p w:rsidRPr="009C54AE" w:rsidR="001436B1" w:rsidP="00D82C33" w:rsidRDefault="001436B1" w14:paraId="152ED8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9C54AE" w:rsidR="001436B1" w:rsidP="00D82C33" w:rsidRDefault="001436B1" w14:paraId="413F93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87418F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8EF5D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1ED7A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E74028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1436B1" w14:paraId="75429B9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9114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Pr="009C54AE" w:rsidR="0085747A" w:rsidP="001436B1" w:rsidRDefault="001436B1" w14:paraId="0FDEE6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9C54AE" w:rsidR="0085747A" w:rsidTr="001436B1" w14:paraId="37D6E93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7578E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Pr="009C54AE" w:rsidR="0085747A" w:rsidP="001436B1" w:rsidRDefault="001436B1" w14:paraId="1513E8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ABE070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71F55E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830578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07AAADE" w14:paraId="5050C1C3" w14:textId="77777777">
        <w:trPr>
          <w:trHeight w:val="397"/>
        </w:trPr>
        <w:tc>
          <w:tcPr>
            <w:tcW w:w="7513" w:type="dxa"/>
            <w:tcMar/>
          </w:tcPr>
          <w:p w:rsidR="001436B1" w:rsidP="607AAADE" w:rsidRDefault="001436B1" w14:paraId="4D23C976" w14:textId="38D269E2">
            <w:pPr>
              <w:spacing w:after="0" w:afterAutospacing="off" w:line="240" w:lineRule="auto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07AAADE" w:rsidR="001436B1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Literatura podstawowa </w:t>
            </w:r>
          </w:p>
          <w:p w:rsidR="5C1FC5F1" w:rsidP="607AAADE" w:rsidRDefault="5C1FC5F1" w14:paraId="769D0F9C" w14:textId="7E56887C">
            <w:pPr>
              <w:pStyle w:val="Normalny"/>
              <w:spacing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607AAADE" w:rsidR="5C1FC5F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Lidermann</w:t>
            </w:r>
            <w:proofErr w:type="spellEnd"/>
            <w:r w:rsidRPr="607AAADE" w:rsidR="5C1FC5F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K., </w:t>
            </w:r>
            <w:r w:rsidRPr="607AAADE" w:rsidR="5C1FC5F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informacyjne. Nowe wyzwania</w:t>
            </w:r>
            <w:r w:rsidRPr="607AAADE" w:rsidR="5C1FC5F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Wydawnictwo Naukowe PWN, Warszawa 2017.</w:t>
            </w:r>
            <w:r w:rsidRPr="607AAADE" w:rsidR="5C1FC5F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="7D6ABC3F" w:rsidP="607AAADE" w:rsidRDefault="7D6ABC3F" w14:paraId="1E1CFD45" w14:textId="4043FEA7">
            <w:pPr>
              <w:spacing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07AAADE" w:rsidR="7D6ABC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Skórka J., K. Skórka, M. Kaim, </w:t>
            </w:r>
            <w:r w:rsidRPr="607AAADE" w:rsidR="7D6ABC3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w sieci</w:t>
            </w:r>
            <w:r w:rsidRPr="607AAADE" w:rsidR="7D6ABC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wyd</w:t>
            </w:r>
            <w:r w:rsidRPr="607AAADE" w:rsidR="2C40312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607AAADE" w:rsidR="7D6ABC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iTstart</w:t>
            </w:r>
            <w:proofErr w:type="spellEnd"/>
            <w:r w:rsidRPr="607AAADE" w:rsidR="7D6ABC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607AAADE" w:rsidR="664FF3E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Piekary </w:t>
            </w:r>
            <w:r w:rsidRPr="607AAADE" w:rsidR="7438A8E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Ś</w:t>
            </w:r>
            <w:r w:rsidRPr="607AAADE" w:rsidR="664FF3E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ląskie </w:t>
            </w:r>
            <w:r w:rsidRPr="607AAADE" w:rsidR="7D6ABC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2020</w:t>
            </w:r>
            <w:r w:rsidRPr="607AAADE" w:rsidR="778857F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607E4A4E" w:rsidP="607AAADE" w:rsidRDefault="607E4A4E" w14:paraId="30CF3D1D" w14:textId="59A878D1">
            <w:pPr>
              <w:pStyle w:val="Normalny"/>
              <w:spacing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07AAADE" w:rsidR="607E4A4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Stallings W., L. Brown, </w:t>
            </w:r>
            <w:r w:rsidRPr="607AAADE" w:rsidR="7D6ABC3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systemów informatycznych</w:t>
            </w:r>
            <w:r w:rsidRPr="607AAADE" w:rsidR="7D10754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t. 2, wyd. </w:t>
            </w:r>
            <w:r w:rsidRPr="607AAADE" w:rsidR="7D6ABC3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Helion, 2019</w:t>
            </w:r>
            <w:r w:rsidRPr="607AAADE" w:rsidR="796DBD4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796DBD44" w:rsidP="607AAADE" w:rsidRDefault="796DBD44" w14:paraId="009DEB83" w14:textId="46446B27">
            <w:pPr>
              <w:spacing w:after="0" w:afterAutospacing="off" w:line="240" w:lineRule="auto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607AAADE" w:rsidR="796DBD44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Literatura uzupełniająca</w:t>
            </w:r>
          </w:p>
          <w:p w:rsidR="5D5828A8" w:rsidP="607AAADE" w:rsidRDefault="5D5828A8" w14:paraId="43E1F734" w14:textId="477E531D">
            <w:pPr>
              <w:spacing w:after="0" w:afterAutospacing="off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607AAADE" w:rsidR="5D5828A8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Bezpieczeństwo bezprzewodowych sieci LAN</w:t>
            </w:r>
            <w:r w:rsidRPr="607AAADE" w:rsidR="5D5828A8">
              <w:rPr>
                <w:rFonts w:ascii="Corbel" w:hAnsi="Corbel" w:eastAsia="Corbel" w:cs="Corbel"/>
                <w:sz w:val="24"/>
                <w:szCs w:val="24"/>
              </w:rPr>
              <w:t>. Mikom, 2005.</w:t>
            </w:r>
          </w:p>
          <w:p w:rsidR="07871F09" w:rsidP="607AAADE" w:rsidRDefault="07871F09" w14:paraId="5A7CCDAB" w14:textId="22EFFFD1">
            <w:pPr>
              <w:spacing w:after="0" w:afterAutospacing="off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>Cheswick</w:t>
            </w:r>
            <w:proofErr w:type="spellEnd"/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 xml:space="preserve"> W. R., </w:t>
            </w:r>
            <w:r w:rsidRPr="607AAADE" w:rsidR="07871F0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Firewalle i bezpieczeństwo w sieci</w:t>
            </w:r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>. Helion, 2003.</w:t>
            </w:r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="07871F09" w:rsidP="607AAADE" w:rsidRDefault="07871F09" w14:paraId="3742D949" w14:textId="15A8F501">
            <w:pPr>
              <w:spacing w:after="0" w:afterAutospacing="off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 xml:space="preserve">Karpiński M, </w:t>
            </w:r>
            <w:proofErr w:type="spellStart"/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>Kurtynik</w:t>
            </w:r>
            <w:proofErr w:type="spellEnd"/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 xml:space="preserve"> I. P., </w:t>
            </w:r>
            <w:r w:rsidRPr="607AAADE" w:rsidR="07871F0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Sieci komputerowe: Bezpieczeństwo</w:t>
            </w:r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>. Część 1. ATH, 2006.</w:t>
            </w:r>
            <w:r w:rsidRPr="607AAADE" w:rsidR="07871F09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Pr="00FB11D0" w:rsidR="001436B1" w:rsidP="607AAADE" w:rsidRDefault="001436B1" w14:paraId="787BB606" w14:textId="3611B000">
            <w:pPr>
              <w:spacing w:after="0" w:afterAutospacing="off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607AAADE" w:rsidR="001436B1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607AAADE" w:rsidR="001436B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Pipkin</w:t>
            </w:r>
            <w:r w:rsidRPr="607AAADE" w:rsidR="001436B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D. L.</w:t>
            </w:r>
            <w:r w:rsidRPr="607AAADE" w:rsidR="6E1144FF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,</w:t>
            </w:r>
            <w:r w:rsidRPr="607AAADE" w:rsidR="001436B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</w:t>
            </w:r>
            <w:r w:rsidRPr="607AAADE" w:rsidR="001436B1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eastAsia="pl-PL"/>
              </w:rPr>
              <w:t>Bezpieczeństwo informacji. Ochrona globalnego przedsiębiorstwa</w:t>
            </w:r>
            <w:r w:rsidRPr="607AAADE" w:rsidR="001436B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. Warszawa: WNT 2002</w:t>
            </w:r>
            <w:r w:rsidRPr="607AAADE" w:rsidR="2917FB2F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.</w:t>
            </w:r>
            <w:proofErr w:type="spellStart"/>
            <w:proofErr w:type="spellEnd"/>
          </w:p>
          <w:p w:rsidRPr="00FB11D0" w:rsidR="001436B1" w:rsidP="607AAADE" w:rsidRDefault="001436B1" w14:paraId="3D02F3F9" w14:textId="41C2AA18">
            <w:pPr>
              <w:spacing w:after="0" w:afterAutospacing="off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607AAADE" w:rsidR="001436B1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 w:eastAsia="pl-PL"/>
              </w:rPr>
              <w:t>RSA Security. A Guide to Security Policy</w:t>
            </w:r>
            <w:r w:rsidRPr="607AAADE" w:rsidR="001436B1">
              <w:rPr>
                <w:rFonts w:ascii="Corbel" w:hAnsi="Corbel" w:eastAsia="Corbel" w:cs="Corbel"/>
                <w:sz w:val="24"/>
                <w:szCs w:val="24"/>
                <w:lang w:val="en-US" w:eastAsia="pl-PL"/>
              </w:rPr>
              <w:t xml:space="preserve">. </w:t>
            </w:r>
            <w:r w:rsidRPr="607AAADE" w:rsidR="001436B1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Bedford, MA, USA, 2000</w:t>
            </w:r>
            <w:r w:rsidRPr="607AAADE" w:rsidR="5E8CEA18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.</w:t>
            </w:r>
          </w:p>
          <w:p w:rsidRPr="009C54AE" w:rsidR="0085747A" w:rsidP="607AAADE" w:rsidRDefault="001436B1" w14:paraId="377A2C48" w14:textId="09F1A3B0">
            <w:pPr>
              <w:pStyle w:val="Normalny"/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607AAADE" w:rsidR="001436B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  <w:lang w:eastAsia="pl-PL"/>
              </w:rPr>
              <w:t xml:space="preserve">Stokłosa J., Bilski T., Pankowski T.: </w:t>
            </w:r>
            <w:r w:rsidRPr="607AAADE" w:rsidR="001436B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sz w:val="24"/>
                <w:szCs w:val="24"/>
                <w:lang w:eastAsia="pl-PL"/>
              </w:rPr>
              <w:t>Bezpieczeństwo danych w systemach informatycznych</w:t>
            </w:r>
            <w:r w:rsidRPr="607AAADE" w:rsidR="001436B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  <w:lang w:eastAsia="pl-PL"/>
              </w:rPr>
              <w:t>. PWN: Warszawa 2001.</w:t>
            </w:r>
            <w:r w:rsidRPr="607AAADE" w:rsidR="73B08757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Pr="009C54AE" w:rsidR="0085747A" w:rsidP="607AAADE" w:rsidRDefault="001436B1" w14:paraId="700289B5" w14:textId="69521987">
            <w:pPr>
              <w:pStyle w:val="Normalny"/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607AAADE" w:rsidR="73B08757">
              <w:rPr>
                <w:rFonts w:ascii="Corbel" w:hAnsi="Corbel" w:eastAsia="Corbel" w:cs="Corbel"/>
                <w:sz w:val="24"/>
                <w:szCs w:val="24"/>
              </w:rPr>
              <w:t>Strebe</w:t>
            </w:r>
            <w:proofErr w:type="spellEnd"/>
            <w:r w:rsidRPr="607AAADE" w:rsidR="73B08757">
              <w:rPr>
                <w:rFonts w:ascii="Corbel" w:hAnsi="Corbel" w:eastAsia="Corbel" w:cs="Corbel"/>
                <w:sz w:val="24"/>
                <w:szCs w:val="24"/>
              </w:rPr>
              <w:t xml:space="preserve"> M., </w:t>
            </w:r>
            <w:r w:rsidRPr="607AAADE" w:rsidR="73B08757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Podstawy bezpieczeństwa sieci</w:t>
            </w:r>
            <w:r w:rsidRPr="607AAADE" w:rsidR="73B08757">
              <w:rPr>
                <w:rFonts w:ascii="Corbel" w:hAnsi="Corbel" w:eastAsia="Corbel" w:cs="Corbel"/>
                <w:sz w:val="24"/>
                <w:szCs w:val="24"/>
              </w:rPr>
              <w:t>. Mikom, 2005.</w:t>
            </w:r>
          </w:p>
          <w:p w:rsidRPr="009C54AE" w:rsidR="0085747A" w:rsidP="607AAADE" w:rsidRDefault="001436B1" w14:paraId="35567199" w14:textId="24180522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607AAADE" w:rsidR="73B08757">
              <w:rPr>
                <w:rFonts w:ascii="Corbel" w:hAnsi="Corbel" w:eastAsia="Corbel" w:cs="Corbel"/>
                <w:sz w:val="24"/>
                <w:szCs w:val="24"/>
              </w:rPr>
              <w:t>Wobst</w:t>
            </w:r>
            <w:proofErr w:type="spellEnd"/>
            <w:r w:rsidRPr="607AAADE" w:rsidR="73B08757">
              <w:rPr>
                <w:rFonts w:ascii="Corbel" w:hAnsi="Corbel" w:eastAsia="Corbel" w:cs="Corbel"/>
                <w:sz w:val="24"/>
                <w:szCs w:val="24"/>
              </w:rPr>
              <w:t xml:space="preserve"> R., B</w:t>
            </w:r>
            <w:r w:rsidRPr="607AAADE" w:rsidR="73B08757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udowa i łamanie zabezpieczeń</w:t>
            </w:r>
            <w:r w:rsidRPr="607AAADE" w:rsidR="73B08757">
              <w:rPr>
                <w:rFonts w:ascii="Corbel" w:hAnsi="Corbel" w:eastAsia="Corbel" w:cs="Corbel"/>
                <w:sz w:val="24"/>
                <w:szCs w:val="24"/>
              </w:rPr>
              <w:t>. Read Me, 2002.</w:t>
            </w:r>
          </w:p>
        </w:tc>
      </w:tr>
    </w:tbl>
    <w:p w:rsidRPr="009C54AE" w:rsidR="0085747A" w:rsidP="009C54AE" w:rsidRDefault="0085747A" w14:paraId="452645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83612E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D7FBF3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AC7" w:rsidP="00C16ABF" w:rsidRDefault="005C3AC7" w14:paraId="303C3F85" w14:textId="77777777">
      <w:pPr>
        <w:spacing w:after="0" w:line="240" w:lineRule="auto"/>
      </w:pPr>
      <w:r>
        <w:separator/>
      </w:r>
    </w:p>
  </w:endnote>
  <w:endnote w:type="continuationSeparator" w:id="0">
    <w:p w:rsidR="005C3AC7" w:rsidP="00C16ABF" w:rsidRDefault="005C3AC7" w14:paraId="2E2B72D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AC7" w:rsidP="00C16ABF" w:rsidRDefault="005C3AC7" w14:paraId="315C8CEF" w14:textId="77777777">
      <w:pPr>
        <w:spacing w:after="0" w:line="240" w:lineRule="auto"/>
      </w:pPr>
      <w:r>
        <w:separator/>
      </w:r>
    </w:p>
  </w:footnote>
  <w:footnote w:type="continuationSeparator" w:id="0">
    <w:p w:rsidR="005C3AC7" w:rsidP="00C16ABF" w:rsidRDefault="005C3AC7" w14:paraId="3C752C2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6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16C"/>
    <w:rsid w:val="00124BFF"/>
    <w:rsid w:val="0012560E"/>
    <w:rsid w:val="00127108"/>
    <w:rsid w:val="00134B13"/>
    <w:rsid w:val="001436B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56AF"/>
    <w:rsid w:val="001C5A2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5C2"/>
    <w:rsid w:val="00281FF2"/>
    <w:rsid w:val="002857DE"/>
    <w:rsid w:val="00291567"/>
    <w:rsid w:val="002A22BF"/>
    <w:rsid w:val="002A2389"/>
    <w:rsid w:val="002A357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05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DC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E3C"/>
    <w:rsid w:val="005363C4"/>
    <w:rsid w:val="00536BDE"/>
    <w:rsid w:val="00543ACC"/>
    <w:rsid w:val="0056696D"/>
    <w:rsid w:val="0059484D"/>
    <w:rsid w:val="005A0855"/>
    <w:rsid w:val="005A3196"/>
    <w:rsid w:val="005C080F"/>
    <w:rsid w:val="005C3AC7"/>
    <w:rsid w:val="005C55E5"/>
    <w:rsid w:val="005C696A"/>
    <w:rsid w:val="005E6E85"/>
    <w:rsid w:val="005F31D2"/>
    <w:rsid w:val="005F78D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C01"/>
    <w:rsid w:val="006C0C5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D16"/>
    <w:rsid w:val="007461D6"/>
    <w:rsid w:val="00746EC8"/>
    <w:rsid w:val="00763BF1"/>
    <w:rsid w:val="00766FD4"/>
    <w:rsid w:val="0078010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FA8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121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73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72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D16"/>
    <w:rsid w:val="00BB520A"/>
    <w:rsid w:val="00BD3869"/>
    <w:rsid w:val="00BD66E9"/>
    <w:rsid w:val="00BD6FF4"/>
    <w:rsid w:val="00BF2C41"/>
    <w:rsid w:val="00C0499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50F"/>
    <w:rsid w:val="00D0644F"/>
    <w:rsid w:val="00D17C3C"/>
    <w:rsid w:val="00D26B2C"/>
    <w:rsid w:val="00D352C9"/>
    <w:rsid w:val="00D425B2"/>
    <w:rsid w:val="00D428D6"/>
    <w:rsid w:val="00D54FD2"/>
    <w:rsid w:val="00D552B2"/>
    <w:rsid w:val="00D562A2"/>
    <w:rsid w:val="00D608D1"/>
    <w:rsid w:val="00D74119"/>
    <w:rsid w:val="00D8075B"/>
    <w:rsid w:val="00D8678B"/>
    <w:rsid w:val="00DA2114"/>
    <w:rsid w:val="00DD37B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C14"/>
    <w:rsid w:val="00F526AF"/>
    <w:rsid w:val="00F617C3"/>
    <w:rsid w:val="00F7066B"/>
    <w:rsid w:val="00F83B28"/>
    <w:rsid w:val="00F92DE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C68D4C"/>
    <w:rsid w:val="03D0EFC6"/>
    <w:rsid w:val="07871F09"/>
    <w:rsid w:val="0A76AEEE"/>
    <w:rsid w:val="0EADFB3D"/>
    <w:rsid w:val="1370324A"/>
    <w:rsid w:val="1A3FBD68"/>
    <w:rsid w:val="1A94C03E"/>
    <w:rsid w:val="21A0312E"/>
    <w:rsid w:val="27B62622"/>
    <w:rsid w:val="2917FB2F"/>
    <w:rsid w:val="2C403129"/>
    <w:rsid w:val="2D409D7F"/>
    <w:rsid w:val="2FBB0AF2"/>
    <w:rsid w:val="335A12DF"/>
    <w:rsid w:val="35F9CC48"/>
    <w:rsid w:val="38FB600D"/>
    <w:rsid w:val="39003112"/>
    <w:rsid w:val="39C95463"/>
    <w:rsid w:val="3A276BB2"/>
    <w:rsid w:val="3B469F92"/>
    <w:rsid w:val="3ED3432A"/>
    <w:rsid w:val="40780E70"/>
    <w:rsid w:val="44744037"/>
    <w:rsid w:val="47059115"/>
    <w:rsid w:val="4F2CEEA3"/>
    <w:rsid w:val="51295447"/>
    <w:rsid w:val="52FBA24C"/>
    <w:rsid w:val="542CAD22"/>
    <w:rsid w:val="54F26ACB"/>
    <w:rsid w:val="5633430E"/>
    <w:rsid w:val="5C1FC5F1"/>
    <w:rsid w:val="5CC9C098"/>
    <w:rsid w:val="5D5828A8"/>
    <w:rsid w:val="5E6590F9"/>
    <w:rsid w:val="5E8CEA18"/>
    <w:rsid w:val="5EF58945"/>
    <w:rsid w:val="607AAADE"/>
    <w:rsid w:val="607E4A4E"/>
    <w:rsid w:val="6239C6C9"/>
    <w:rsid w:val="64B583FD"/>
    <w:rsid w:val="664FF3E1"/>
    <w:rsid w:val="6988F520"/>
    <w:rsid w:val="6E1144FF"/>
    <w:rsid w:val="6EDA107D"/>
    <w:rsid w:val="73B08757"/>
    <w:rsid w:val="7438A8EA"/>
    <w:rsid w:val="778857FD"/>
    <w:rsid w:val="796DBD44"/>
    <w:rsid w:val="7C1583E1"/>
    <w:rsid w:val="7CF5D2A4"/>
    <w:rsid w:val="7D107542"/>
    <w:rsid w:val="7D6ABC3F"/>
    <w:rsid w:val="7F76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99FC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E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E3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25E3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E3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25E3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B2F097-B20E-47B4-A73E-71BF7BE8D3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0ED3D9-93F9-46EB-8BFF-AA9FE76B580F}"/>
</file>

<file path=customXml/itemProps3.xml><?xml version="1.0" encoding="utf-8"?>
<ds:datastoreItem xmlns:ds="http://schemas.openxmlformats.org/officeDocument/2006/customXml" ds:itemID="{73E5D7DD-AA8C-47B7-8509-81927DA4962D}"/>
</file>

<file path=customXml/itemProps4.xml><?xml version="1.0" encoding="utf-8"?>
<ds:datastoreItem xmlns:ds="http://schemas.openxmlformats.org/officeDocument/2006/customXml" ds:itemID="{D493138A-746C-43F4-BD08-DCFD359F834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14</cp:revision>
  <cp:lastPrinted>2019-02-06T12:12:00Z</cp:lastPrinted>
  <dcterms:created xsi:type="dcterms:W3CDTF">2020-11-18T07:59:00Z</dcterms:created>
  <dcterms:modified xsi:type="dcterms:W3CDTF">2021-11-28T20:48:48Z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